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9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TABLE OF CORRECTIONS</w:t>
            </w:r>
          </w:p>
        </w:tc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BLOCK NO.</w:t>
            </w:r>
          </w:p>
        </w:tc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C/I</w:t>
            </w:r>
          </w:p>
        </w:tc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CORRECTED INFORMATION</w:t>
            </w:r>
          </w:p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4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5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6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7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8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9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10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11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12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13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14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15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16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17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18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19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20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21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22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23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24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25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26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27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28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29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30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31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32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  <w:tr w:rsidR="0089441F" w:rsidTr="00301B24">
        <w:tc>
          <w:tcPr>
            <w:tcW w:w="3192" w:type="dxa"/>
          </w:tcPr>
          <w:p w:rsidR="0089441F" w:rsidRPr="0089441F" w:rsidRDefault="0089441F" w:rsidP="00301B24">
            <w:pPr>
              <w:jc w:val="center"/>
              <w:rPr>
                <w:b/>
              </w:rPr>
            </w:pPr>
            <w:r w:rsidRPr="0089441F">
              <w:rPr>
                <w:b/>
              </w:rPr>
              <w:t>33</w:t>
            </w:r>
          </w:p>
        </w:tc>
        <w:tc>
          <w:tcPr>
            <w:tcW w:w="3192" w:type="dxa"/>
          </w:tcPr>
          <w:p w:rsidR="0089441F" w:rsidRDefault="0089441F" w:rsidP="00301B24"/>
        </w:tc>
        <w:tc>
          <w:tcPr>
            <w:tcW w:w="3192" w:type="dxa"/>
          </w:tcPr>
          <w:p w:rsidR="0089441F" w:rsidRDefault="0089441F" w:rsidP="00301B24"/>
        </w:tc>
      </w:tr>
    </w:tbl>
    <w:p w:rsidR="00B324A6" w:rsidRDefault="00B324A6" w:rsidP="00301B24">
      <w:bookmarkStart w:id="0" w:name="_GoBack"/>
      <w:bookmarkEnd w:id="0"/>
    </w:p>
    <w:sectPr w:rsidR="00B32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1F"/>
    <w:rsid w:val="00301B24"/>
    <w:rsid w:val="0089441F"/>
    <w:rsid w:val="00B3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PCSUPPORT</dc:creator>
  <cp:lastModifiedBy>PCSUPPORT</cp:lastModifiedBy>
  <cp:revision>2</cp:revision>
  <dcterms:created xsi:type="dcterms:W3CDTF">2014-05-12T23:42:00Z</dcterms:created>
  <dcterms:modified xsi:type="dcterms:W3CDTF">2014-05-12T23:42:00Z</dcterms:modified>
</cp:coreProperties>
</file>