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E59" w:rsidRPr="004B5F37" w:rsidRDefault="004B5F37" w:rsidP="004B5F37">
      <w:pPr>
        <w:jc w:val="center"/>
        <w:rPr>
          <w:b/>
          <w:sz w:val="32"/>
          <w:szCs w:val="32"/>
        </w:rPr>
      </w:pPr>
      <w:r w:rsidRPr="004B5F37">
        <w:rPr>
          <w:b/>
          <w:sz w:val="32"/>
          <w:szCs w:val="32"/>
        </w:rPr>
        <w:t>PATIENT INFORMATION</w:t>
      </w:r>
    </w:p>
    <w:p w:rsidR="006A380E" w:rsidRPr="006A380E" w:rsidRDefault="004B5F37" w:rsidP="004B5F37">
      <w:pPr>
        <w:rPr>
          <w:sz w:val="20"/>
          <w:szCs w:val="20"/>
        </w:rPr>
      </w:pPr>
      <w:r w:rsidRPr="006A380E">
        <w:rPr>
          <w:b/>
          <w:sz w:val="20"/>
          <w:szCs w:val="20"/>
        </w:rPr>
        <w:t>DATE</w:t>
      </w:r>
      <w:r w:rsidR="006A380E">
        <w:rPr>
          <w:b/>
          <w:sz w:val="20"/>
          <w:szCs w:val="20"/>
        </w:rPr>
        <w:t xml:space="preserve">: </w:t>
      </w:r>
      <w:r w:rsidR="006A380E" w:rsidRPr="006A380E">
        <w:rPr>
          <w:sz w:val="20"/>
          <w:szCs w:val="20"/>
        </w:rPr>
        <w:t>06/05/2014</w:t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>CHART</w:t>
      </w:r>
      <w:r w:rsidR="006A380E">
        <w:rPr>
          <w:b/>
          <w:sz w:val="20"/>
          <w:szCs w:val="20"/>
        </w:rPr>
        <w:t xml:space="preserve">: </w:t>
      </w:r>
      <w:r w:rsidR="006A380E" w:rsidRPr="006A380E">
        <w:rPr>
          <w:sz w:val="20"/>
          <w:szCs w:val="20"/>
        </w:rPr>
        <w:t>52556</w:t>
      </w:r>
    </w:p>
    <w:p w:rsidR="004B5F37" w:rsidRPr="006A380E" w:rsidRDefault="004B5F37" w:rsidP="004B5F37">
      <w:pPr>
        <w:rPr>
          <w:sz w:val="20"/>
          <w:szCs w:val="20"/>
        </w:rPr>
      </w:pPr>
      <w:r w:rsidRPr="006A380E">
        <w:rPr>
          <w:b/>
          <w:sz w:val="20"/>
          <w:szCs w:val="20"/>
        </w:rPr>
        <w:t>PATIENT NAME:</w:t>
      </w:r>
      <w:r w:rsidR="006A380E">
        <w:rPr>
          <w:b/>
          <w:sz w:val="20"/>
          <w:szCs w:val="20"/>
        </w:rPr>
        <w:t xml:space="preserve"> </w:t>
      </w:r>
      <w:r w:rsidR="006A380E">
        <w:rPr>
          <w:sz w:val="20"/>
          <w:szCs w:val="20"/>
        </w:rPr>
        <w:t>Alexander Torres</w:t>
      </w:r>
    </w:p>
    <w:p w:rsidR="004B5F37" w:rsidRPr="006A380E" w:rsidRDefault="004B5F37" w:rsidP="004B5F37">
      <w:pPr>
        <w:rPr>
          <w:sz w:val="20"/>
          <w:szCs w:val="20"/>
        </w:rPr>
      </w:pPr>
      <w:r w:rsidRPr="006A380E">
        <w:rPr>
          <w:b/>
          <w:sz w:val="20"/>
          <w:szCs w:val="20"/>
        </w:rPr>
        <w:t>ADDRESS:</w:t>
      </w:r>
      <w:r w:rsidR="006A380E">
        <w:rPr>
          <w:b/>
          <w:sz w:val="20"/>
          <w:szCs w:val="20"/>
        </w:rPr>
        <w:t xml:space="preserve"> </w:t>
      </w:r>
      <w:r w:rsidR="006A380E" w:rsidRPr="006A380E">
        <w:rPr>
          <w:sz w:val="20"/>
          <w:szCs w:val="20"/>
        </w:rPr>
        <w:t>456 Ponderosa Pine Court</w:t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  <w:t>PHONE</w:t>
      </w:r>
      <w:r w:rsidRPr="006A380E">
        <w:rPr>
          <w:sz w:val="20"/>
          <w:szCs w:val="20"/>
        </w:rPr>
        <w:t>:</w:t>
      </w:r>
      <w:r w:rsidR="006A380E" w:rsidRPr="006A380E">
        <w:rPr>
          <w:sz w:val="20"/>
          <w:szCs w:val="20"/>
        </w:rPr>
        <w:t xml:space="preserve"> 541-222-3333</w:t>
      </w:r>
    </w:p>
    <w:p w:rsidR="004B5F37" w:rsidRPr="006A380E" w:rsidRDefault="006A380E" w:rsidP="004B5F37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CITY: </w:t>
      </w:r>
      <w:r w:rsidRPr="006A380E">
        <w:rPr>
          <w:sz w:val="20"/>
          <w:szCs w:val="20"/>
        </w:rPr>
        <w:t>Albany</w:t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  <w:t>STATE:</w:t>
      </w:r>
      <w:r>
        <w:rPr>
          <w:b/>
          <w:sz w:val="20"/>
          <w:szCs w:val="20"/>
        </w:rPr>
        <w:t xml:space="preserve"> </w:t>
      </w:r>
      <w:r w:rsidRPr="006A380E">
        <w:rPr>
          <w:sz w:val="20"/>
          <w:szCs w:val="20"/>
        </w:rPr>
        <w:t>Oregon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>ZIP:</w:t>
      </w:r>
      <w:r>
        <w:rPr>
          <w:b/>
          <w:sz w:val="20"/>
          <w:szCs w:val="20"/>
        </w:rPr>
        <w:t xml:space="preserve"> </w:t>
      </w:r>
      <w:r w:rsidRPr="006A380E">
        <w:rPr>
          <w:sz w:val="20"/>
          <w:szCs w:val="20"/>
        </w:rPr>
        <w:t>97321</w:t>
      </w:r>
    </w:p>
    <w:p w:rsidR="004B5F37" w:rsidRPr="006A380E" w:rsidRDefault="006A380E" w:rsidP="004B5F3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DOB: </w:t>
      </w:r>
      <w:r w:rsidRPr="006A380E">
        <w:rPr>
          <w:sz w:val="20"/>
          <w:szCs w:val="20"/>
        </w:rPr>
        <w:t>06/07/1968</w:t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  <w:t>SOCIAL SECURITY:</w:t>
      </w:r>
      <w:r>
        <w:rPr>
          <w:b/>
          <w:sz w:val="20"/>
          <w:szCs w:val="20"/>
        </w:rPr>
        <w:t xml:space="preserve"> </w:t>
      </w:r>
      <w:r w:rsidRPr="006A380E">
        <w:rPr>
          <w:sz w:val="20"/>
          <w:szCs w:val="20"/>
        </w:rPr>
        <w:t>666-77-8888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MARITAL STATUS:</w:t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  <w:t>M</w:t>
      </w:r>
      <w:r w:rsidRPr="006A380E">
        <w:rPr>
          <w:b/>
          <w:sz w:val="20"/>
          <w:szCs w:val="20"/>
        </w:rPr>
        <w:tab/>
        <w:t>D</w:t>
      </w:r>
      <w:r w:rsidRPr="006A380E">
        <w:rPr>
          <w:b/>
          <w:sz w:val="20"/>
          <w:szCs w:val="20"/>
        </w:rPr>
        <w:tab/>
        <w:t>S</w:t>
      </w:r>
      <w:r w:rsidRPr="006A380E">
        <w:rPr>
          <w:b/>
          <w:sz w:val="20"/>
          <w:szCs w:val="20"/>
        </w:rPr>
        <w:tab/>
        <w:t>W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EMPLOYER NAME:</w:t>
      </w:r>
      <w:r w:rsidR="006A380E" w:rsidRPr="006A380E">
        <w:rPr>
          <w:sz w:val="20"/>
          <w:szCs w:val="20"/>
        </w:rPr>
        <w:t xml:space="preserve"> USN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EMPLOYER ADDRESS:</w:t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  <w:t>PHONE:</w:t>
      </w:r>
    </w:p>
    <w:p w:rsidR="006A380E" w:rsidRDefault="006A380E" w:rsidP="004B5F37">
      <w:pPr>
        <w:rPr>
          <w:b/>
          <w:sz w:val="20"/>
          <w:szCs w:val="20"/>
        </w:rPr>
      </w:pPr>
      <w:r>
        <w:rPr>
          <w:b/>
          <w:sz w:val="20"/>
          <w:szCs w:val="20"/>
        </w:rPr>
        <w:t>CITY: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STATE: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ZIP: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OCCUPATION:</w:t>
      </w:r>
    </w:p>
    <w:p w:rsidR="004B5F37" w:rsidRPr="006A380E" w:rsidRDefault="00E378F0" w:rsidP="004B5F3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INSURED NAME: </w:t>
      </w:r>
      <w:r w:rsidRPr="00E378F0">
        <w:rPr>
          <w:sz w:val="20"/>
          <w:szCs w:val="20"/>
        </w:rPr>
        <w:t>Same as above</w:t>
      </w:r>
    </w:p>
    <w:p w:rsidR="004B5F37" w:rsidRPr="006A380E" w:rsidRDefault="00E378F0" w:rsidP="004B5F3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INSURED </w:t>
      </w:r>
      <w:r w:rsidR="004B5F37" w:rsidRPr="006A380E">
        <w:rPr>
          <w:b/>
          <w:sz w:val="20"/>
          <w:szCs w:val="20"/>
        </w:rPr>
        <w:t>ADDRESS: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INSURED PHONE:</w:t>
      </w:r>
    </w:p>
    <w:p w:rsidR="004B5F37" w:rsidRPr="006A380E" w:rsidRDefault="00E378F0" w:rsidP="004B5F3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INSURED </w:t>
      </w:r>
      <w:r w:rsidR="004B5F37" w:rsidRPr="006A380E">
        <w:rPr>
          <w:b/>
          <w:sz w:val="20"/>
          <w:szCs w:val="20"/>
        </w:rPr>
        <w:t>CITY:</w:t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  <w:t>STATE:</w:t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ab/>
        <w:t>ZIP:</w:t>
      </w:r>
    </w:p>
    <w:p w:rsidR="004B5F37" w:rsidRPr="00E378F0" w:rsidRDefault="00E378F0" w:rsidP="00E378F0">
      <w:pPr>
        <w:jc w:val="center"/>
        <w:rPr>
          <w:b/>
          <w:sz w:val="24"/>
          <w:szCs w:val="24"/>
          <w:u w:val="single"/>
        </w:rPr>
      </w:pPr>
      <w:r w:rsidRPr="00E378F0">
        <w:rPr>
          <w:b/>
          <w:sz w:val="24"/>
          <w:szCs w:val="24"/>
          <w:u w:val="single"/>
        </w:rPr>
        <w:t>PRIMARY INSURANCE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NAME OF INSURANCE:</w:t>
      </w:r>
      <w:r w:rsidR="00E378F0">
        <w:rPr>
          <w:b/>
          <w:sz w:val="20"/>
          <w:szCs w:val="20"/>
        </w:rPr>
        <w:t xml:space="preserve"> </w:t>
      </w:r>
      <w:r w:rsidR="00E378F0" w:rsidRPr="00E378F0">
        <w:rPr>
          <w:sz w:val="20"/>
          <w:szCs w:val="20"/>
        </w:rPr>
        <w:t>USN</w:t>
      </w:r>
      <w:r w:rsidR="00E378F0">
        <w:rPr>
          <w:b/>
          <w:sz w:val="20"/>
          <w:szCs w:val="20"/>
        </w:rPr>
        <w:tab/>
      </w:r>
      <w:r w:rsidR="00E378F0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>POLICY #:</w:t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="00E378F0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>GROUP #: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POLICYHOLDERS NAME:</w:t>
      </w:r>
      <w:r w:rsidRPr="006A380E">
        <w:rPr>
          <w:b/>
          <w:sz w:val="20"/>
          <w:szCs w:val="20"/>
        </w:rPr>
        <w:tab/>
      </w:r>
      <w:r w:rsidR="00E378F0" w:rsidRPr="00E378F0">
        <w:rPr>
          <w:sz w:val="20"/>
          <w:szCs w:val="20"/>
        </w:rPr>
        <w:t>Alexander Torres</w:t>
      </w:r>
      <w:r w:rsidRPr="00E378F0">
        <w:rPr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  <w:t>DOB: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SOCIAL SECURITY#:</w:t>
      </w:r>
      <w:r w:rsidR="00E378F0">
        <w:rPr>
          <w:b/>
          <w:sz w:val="20"/>
          <w:szCs w:val="20"/>
        </w:rPr>
        <w:t xml:space="preserve"> </w:t>
      </w:r>
      <w:r w:rsidR="00E378F0" w:rsidRPr="00E378F0">
        <w:rPr>
          <w:sz w:val="20"/>
          <w:szCs w:val="20"/>
        </w:rPr>
        <w:t>666-77-8888</w:t>
      </w:r>
    </w:p>
    <w:p w:rsidR="004B5F37" w:rsidRPr="006A380E" w:rsidRDefault="00E378F0" w:rsidP="004B5F37">
      <w:pPr>
        <w:rPr>
          <w:b/>
          <w:sz w:val="20"/>
          <w:szCs w:val="20"/>
        </w:rPr>
      </w:pPr>
      <w:r>
        <w:rPr>
          <w:b/>
          <w:sz w:val="20"/>
          <w:szCs w:val="20"/>
        </w:rPr>
        <w:t>RELATIONSHIP TO INSURED:</w:t>
      </w:r>
      <w:r>
        <w:rPr>
          <w:b/>
          <w:sz w:val="20"/>
          <w:szCs w:val="20"/>
        </w:rPr>
        <w:tab/>
        <w:t>SELF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>SPOUSE</w:t>
      </w:r>
      <w:r w:rsidR="004B5F37" w:rsidRPr="006A380E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CHILD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B5F37" w:rsidRPr="006A380E">
        <w:rPr>
          <w:b/>
          <w:sz w:val="20"/>
          <w:szCs w:val="20"/>
        </w:rPr>
        <w:t>OTHER</w:t>
      </w:r>
    </w:p>
    <w:p w:rsidR="004B5F37" w:rsidRPr="00E378F0" w:rsidRDefault="00E378F0" w:rsidP="004B5F37">
      <w:pPr>
        <w:jc w:val="center"/>
        <w:rPr>
          <w:b/>
          <w:sz w:val="24"/>
          <w:szCs w:val="24"/>
          <w:u w:val="single"/>
        </w:rPr>
      </w:pPr>
      <w:r w:rsidRPr="00E378F0">
        <w:rPr>
          <w:b/>
          <w:sz w:val="24"/>
          <w:szCs w:val="24"/>
          <w:u w:val="single"/>
        </w:rPr>
        <w:t>SECONDARY INSURANCE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NAME OF INSURANCE:</w:t>
      </w:r>
      <w:r w:rsidRPr="006A380E">
        <w:rPr>
          <w:b/>
          <w:sz w:val="20"/>
          <w:szCs w:val="20"/>
        </w:rPr>
        <w:tab/>
      </w:r>
      <w:r w:rsidR="00E378F0" w:rsidRPr="00E378F0">
        <w:rPr>
          <w:sz w:val="20"/>
          <w:szCs w:val="20"/>
        </w:rPr>
        <w:t>ODS</w:t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  <w:t>POLICY #:</w:t>
      </w:r>
      <w:r w:rsidR="00E378F0">
        <w:rPr>
          <w:b/>
          <w:sz w:val="20"/>
          <w:szCs w:val="20"/>
        </w:rPr>
        <w:t xml:space="preserve"> </w:t>
      </w:r>
      <w:r w:rsidR="00E378F0" w:rsidRPr="00E378F0">
        <w:rPr>
          <w:sz w:val="20"/>
          <w:szCs w:val="20"/>
        </w:rPr>
        <w:t>7890456</w:t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  <w:t>GROUP #:</w:t>
      </w:r>
      <w:r w:rsidR="00E378F0">
        <w:rPr>
          <w:b/>
          <w:sz w:val="20"/>
          <w:szCs w:val="20"/>
        </w:rPr>
        <w:t xml:space="preserve"> </w:t>
      </w:r>
      <w:r w:rsidR="00E378F0" w:rsidRPr="00E378F0">
        <w:rPr>
          <w:sz w:val="20"/>
          <w:szCs w:val="20"/>
        </w:rPr>
        <w:t>WS123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POLICYHOLDERS NAME:</w:t>
      </w:r>
      <w:r w:rsidRPr="006A380E">
        <w:rPr>
          <w:b/>
          <w:sz w:val="20"/>
          <w:szCs w:val="20"/>
        </w:rPr>
        <w:tab/>
      </w:r>
      <w:r w:rsidR="00E378F0" w:rsidRPr="00E378F0">
        <w:rPr>
          <w:sz w:val="20"/>
          <w:szCs w:val="20"/>
        </w:rPr>
        <w:t>Marty Torres</w:t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  <w:t>DOB:</w:t>
      </w:r>
      <w:r w:rsidR="00E378F0">
        <w:rPr>
          <w:b/>
          <w:sz w:val="20"/>
          <w:szCs w:val="20"/>
        </w:rPr>
        <w:t xml:space="preserve"> </w:t>
      </w:r>
      <w:r w:rsidR="00E378F0" w:rsidRPr="00E378F0">
        <w:rPr>
          <w:sz w:val="20"/>
          <w:szCs w:val="20"/>
        </w:rPr>
        <w:t>07/07/1961</w:t>
      </w:r>
    </w:p>
    <w:p w:rsidR="004B5F37" w:rsidRPr="00E378F0" w:rsidRDefault="004B5F37" w:rsidP="004B5F37">
      <w:pPr>
        <w:rPr>
          <w:sz w:val="20"/>
          <w:szCs w:val="20"/>
        </w:rPr>
      </w:pPr>
      <w:r w:rsidRPr="006A380E">
        <w:rPr>
          <w:b/>
          <w:sz w:val="20"/>
          <w:szCs w:val="20"/>
        </w:rPr>
        <w:t>SOCIAL SECURITY#:</w:t>
      </w:r>
      <w:r w:rsidR="00E378F0">
        <w:rPr>
          <w:b/>
          <w:sz w:val="20"/>
          <w:szCs w:val="20"/>
        </w:rPr>
        <w:t xml:space="preserve"> </w:t>
      </w:r>
      <w:r w:rsidR="00E378F0" w:rsidRPr="00E378F0">
        <w:rPr>
          <w:sz w:val="20"/>
          <w:szCs w:val="20"/>
        </w:rPr>
        <w:t>777-88-9999</w:t>
      </w:r>
    </w:p>
    <w:p w:rsidR="004B5F37" w:rsidRPr="00E378F0" w:rsidRDefault="004B5F37" w:rsidP="004B5F37">
      <w:pPr>
        <w:rPr>
          <w:sz w:val="20"/>
          <w:szCs w:val="20"/>
        </w:rPr>
      </w:pPr>
      <w:r w:rsidRPr="006A380E">
        <w:rPr>
          <w:b/>
          <w:sz w:val="20"/>
          <w:szCs w:val="20"/>
        </w:rPr>
        <w:t>POLICY HOLDERS EMPLOYER:</w:t>
      </w:r>
      <w:r w:rsidR="00E378F0">
        <w:rPr>
          <w:b/>
          <w:sz w:val="20"/>
          <w:szCs w:val="20"/>
        </w:rPr>
        <w:t xml:space="preserve"> </w:t>
      </w:r>
      <w:r w:rsidR="00E378F0" w:rsidRPr="00E378F0">
        <w:rPr>
          <w:sz w:val="20"/>
          <w:szCs w:val="20"/>
        </w:rPr>
        <w:t>Linn Benton Community College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EMPLOYERS PHONE:</w:t>
      </w:r>
      <w:r w:rsidR="00E378F0">
        <w:rPr>
          <w:b/>
          <w:sz w:val="20"/>
          <w:szCs w:val="20"/>
        </w:rPr>
        <w:t xml:space="preserve"> </w:t>
      </w:r>
      <w:r w:rsidR="00E378F0" w:rsidRPr="00E378F0">
        <w:rPr>
          <w:sz w:val="20"/>
          <w:szCs w:val="20"/>
        </w:rPr>
        <w:t>541-917-4000</w:t>
      </w:r>
    </w:p>
    <w:p w:rsidR="004B5F37" w:rsidRPr="006A380E" w:rsidRDefault="004B5F37" w:rsidP="004B5F37">
      <w:pPr>
        <w:rPr>
          <w:b/>
          <w:sz w:val="20"/>
          <w:szCs w:val="20"/>
        </w:rPr>
      </w:pPr>
      <w:r w:rsidRPr="006A380E">
        <w:rPr>
          <w:b/>
          <w:sz w:val="20"/>
          <w:szCs w:val="20"/>
        </w:rPr>
        <w:t>RELATIONSHIP TO INSURED:</w:t>
      </w:r>
      <w:r w:rsidRPr="006A380E">
        <w:rPr>
          <w:b/>
          <w:sz w:val="20"/>
          <w:szCs w:val="20"/>
        </w:rPr>
        <w:tab/>
        <w:t>SELF</w:t>
      </w:r>
      <w:r w:rsidRPr="006A380E">
        <w:rPr>
          <w:b/>
          <w:sz w:val="20"/>
          <w:szCs w:val="20"/>
        </w:rPr>
        <w:tab/>
      </w:r>
      <w:r w:rsidR="00E378F0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>SPOUSE</w:t>
      </w:r>
      <w:r w:rsidRPr="006A380E">
        <w:rPr>
          <w:b/>
          <w:sz w:val="20"/>
          <w:szCs w:val="20"/>
        </w:rPr>
        <w:tab/>
      </w:r>
      <w:r w:rsidR="00E378F0">
        <w:rPr>
          <w:b/>
          <w:sz w:val="20"/>
          <w:szCs w:val="20"/>
        </w:rPr>
        <w:tab/>
      </w:r>
      <w:r w:rsidR="00E378F0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>CHILD</w:t>
      </w:r>
      <w:r w:rsidRPr="006A380E">
        <w:rPr>
          <w:b/>
          <w:sz w:val="20"/>
          <w:szCs w:val="20"/>
        </w:rPr>
        <w:tab/>
      </w:r>
      <w:r w:rsidRPr="006A380E">
        <w:rPr>
          <w:b/>
          <w:sz w:val="20"/>
          <w:szCs w:val="20"/>
        </w:rPr>
        <w:tab/>
        <w:t>OTHER</w:t>
      </w:r>
      <w:bookmarkStart w:id="0" w:name="_GoBack"/>
      <w:bookmarkEnd w:id="0"/>
    </w:p>
    <w:sectPr w:rsidR="004B5F37" w:rsidRPr="006A3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37"/>
    <w:rsid w:val="004B5F37"/>
    <w:rsid w:val="006A380E"/>
    <w:rsid w:val="00CE4E59"/>
    <w:rsid w:val="00E3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PCSUPPORT</dc:creator>
  <cp:lastModifiedBy>PCSUPPORT</cp:lastModifiedBy>
  <cp:revision>1</cp:revision>
  <dcterms:created xsi:type="dcterms:W3CDTF">2014-06-05T16:11:00Z</dcterms:created>
  <dcterms:modified xsi:type="dcterms:W3CDTF">2014-06-05T16:40:00Z</dcterms:modified>
</cp:coreProperties>
</file>